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03F5D3" w14:textId="77777777" w:rsidR="00C715B9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Default="00C715B9" w:rsidP="00882E6D">
      <w:pPr>
        <w:spacing w:line="240" w:lineRule="auto"/>
        <w:rPr>
          <w:rFonts w:eastAsia="Times New Roman" w:cs="Times New Roman"/>
          <w:lang w:eastAsia="cs-CZ"/>
        </w:rPr>
      </w:pPr>
    </w:p>
    <w:p w14:paraId="59466B71" w14:textId="7CA0D9C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F56A0E" w:rsidRPr="00F56A0E">
        <w:rPr>
          <w:rFonts w:eastAsia="Times New Roman" w:cs="Times New Roman"/>
          <w:b/>
          <w:lang w:eastAsia="cs-CZ"/>
        </w:rPr>
        <w:t>Opravy a údržba strojů a přístrojů - Servis klimatizací</w:t>
      </w:r>
      <w:r w:rsidRPr="00F56A0E">
        <w:rPr>
          <w:rFonts w:eastAsia="Times New Roman" w:cs="Times New Roman"/>
          <w:b/>
          <w:lang w:eastAsia="cs-CZ"/>
        </w:rPr>
        <w:t>“</w:t>
      </w:r>
      <w:r w:rsidRPr="00F56A0E">
        <w:rPr>
          <w:rFonts w:eastAsia="Times New Roman" w:cs="Times New Roman"/>
          <w:lang w:eastAsia="cs-CZ"/>
        </w:rPr>
        <w:t xml:space="preserve">, č.j. </w:t>
      </w:r>
      <w:r w:rsidR="00F56A0E" w:rsidRPr="00F56A0E">
        <w:rPr>
          <w:rFonts w:eastAsia="Times New Roman" w:cs="Times New Roman"/>
          <w:lang w:eastAsia="cs-CZ"/>
        </w:rPr>
        <w:t>24532/2025-SŽ-OŘ BNO-NPI</w:t>
      </w:r>
      <w:r w:rsidRPr="00F56A0E">
        <w:rPr>
          <w:rFonts w:eastAsia="Times New Roman" w:cs="Times New Roman"/>
          <w:lang w:eastAsia="cs-CZ"/>
        </w:rPr>
        <w:t xml:space="preserve">, tímto čestně prohlašuje, </w:t>
      </w:r>
      <w:r w:rsidR="00AC1AC3" w:rsidRPr="00F56A0E">
        <w:rPr>
          <w:rFonts w:ascii="Verdana" w:hAnsi="Verdana"/>
        </w:rPr>
        <w:t>že</w:t>
      </w:r>
      <w:r w:rsidRPr="00F56A0E">
        <w:rPr>
          <w:rFonts w:eastAsia="Times New Roman" w:cs="Times New Roman"/>
          <w:lang w:eastAsia="cs-CZ"/>
        </w:rPr>
        <w:t xml:space="preserve"> </w:t>
      </w:r>
      <w:r w:rsidR="00A06F33" w:rsidRPr="00F56A0E">
        <w:rPr>
          <w:rFonts w:eastAsia="Calibri" w:cs="Times New Roman"/>
        </w:rPr>
        <w:t>dále uvedené</w:t>
      </w:r>
      <w:r w:rsidR="00A06F33">
        <w:rPr>
          <w:rFonts w:eastAsia="Calibri" w:cs="Times New Roman"/>
        </w:rPr>
        <w:t xml:space="preserve">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</w:t>
      </w:r>
      <w:r w:rsidR="00DE5328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6C2C8211" w:rsidR="00AC2CF0" w:rsidRPr="007308BA" w:rsidRDefault="00F8745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776482817"/>
                <w:placeholder>
                  <w:docPart w:val="F75E81286181425CA8BA17995185351B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2C5A0A5A" w:rsidR="00AC2CF0" w:rsidRPr="007308BA" w:rsidRDefault="00F87457" w:rsidP="00882E6D">
            <w:pPr>
              <w:rPr>
                <w:rFonts w:ascii="Verdana" w:hAnsi="Verdana" w:cs="Calibri"/>
              </w:rPr>
            </w:pP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-1554925527"/>
                <w:placeholder>
                  <w:docPart w:val="8AC7064736654E24A1DF2076B87347CD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82155C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Default="00C715B9" w:rsidP="00882E6D">
      <w:pPr>
        <w:spacing w:line="240" w:lineRule="auto"/>
        <w:rPr>
          <w:rFonts w:eastAsia="Calibri" w:cs="Times New Roman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854AF" w14:textId="77777777" w:rsidR="00F87457" w:rsidRDefault="00F8745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F87457">
      <w:trPr>
        <w:trHeight w:val="250"/>
      </w:trPr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396EBCB1" w:rsidR="00F1715C" w:rsidRDefault="00B151DE" w:rsidP="00D61054">
          <w:pPr>
            <w:pStyle w:val="Zpat"/>
            <w:ind w:left="658" w:right="-653"/>
            <w:contextualSpacing/>
          </w:pPr>
          <w:r>
            <w:t>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110058FA" w14:textId="77777777" w:rsidR="00F87457" w:rsidRPr="00F87457" w:rsidRDefault="00F87457" w:rsidP="00F87457">
          <w:pPr>
            <w:pStyle w:val="Zpat"/>
            <w:ind w:right="-653"/>
            <w:contextualSpacing/>
            <w:jc w:val="left"/>
            <w:rPr>
              <w:b/>
              <w:bCs/>
            </w:rPr>
          </w:pPr>
          <w:r w:rsidRPr="00F87457">
            <w:rPr>
              <w:b/>
              <w:bCs/>
            </w:rPr>
            <w:t xml:space="preserve">Oblastní ředitelství Brno </w:t>
          </w:r>
        </w:p>
        <w:p w14:paraId="55623ACC" w14:textId="77777777" w:rsidR="00F87457" w:rsidRPr="00F87457" w:rsidRDefault="00F87457" w:rsidP="00F87457">
          <w:pPr>
            <w:pStyle w:val="Zpat"/>
            <w:ind w:right="-653"/>
            <w:contextualSpacing/>
            <w:jc w:val="left"/>
            <w:rPr>
              <w:b/>
              <w:bCs/>
            </w:rPr>
          </w:pPr>
          <w:r w:rsidRPr="00F87457">
            <w:rPr>
              <w:b/>
              <w:bCs/>
            </w:rPr>
            <w:t xml:space="preserve">Kounicova 688/26 </w:t>
          </w:r>
        </w:p>
        <w:p w14:paraId="59466B9A" w14:textId="347684FE" w:rsidR="00F1715C" w:rsidRDefault="00F87457" w:rsidP="00F87457">
          <w:pPr>
            <w:pStyle w:val="Zpat"/>
            <w:ind w:right="-653"/>
            <w:contextualSpacing/>
            <w:jc w:val="left"/>
          </w:pPr>
          <w:r w:rsidRPr="00F87457">
            <w:rPr>
              <w:b/>
              <w:bCs/>
            </w:rPr>
            <w:t>611 43 Brno</w:t>
          </w: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D48FF0" w14:textId="1AB04FE1" w:rsidR="00F56A0E" w:rsidRDefault="00F56A0E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167157D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0311BB" w14:textId="3BA2D8E1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5F15EC">
      <w:rPr>
        <w:szCs w:val="22"/>
      </w:rPr>
      <w:t>10</w:t>
    </w:r>
    <w:r>
      <w:rPr>
        <w:szCs w:val="22"/>
      </w:rPr>
      <w:t xml:space="preserve"> </w:t>
    </w:r>
    <w:r>
      <w:rPr>
        <w:lang w:eastAsia="cs-CZ"/>
      </w:rPr>
      <w:t>Výzvy k podání nabídek: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37914808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5F15EC">
      <w:rPr>
        <w:rStyle w:val="Zvraznn"/>
      </w:rPr>
      <w:t>1</w:t>
    </w:r>
    <w:r>
      <w:rPr>
        <w:rStyle w:val="Zvraznn"/>
      </w:rPr>
      <w:t>.2 a 2</w:t>
    </w:r>
    <w:r w:rsidR="005F15EC">
      <w:rPr>
        <w:rStyle w:val="Zvraznn"/>
      </w:rPr>
      <w:t>1.</w:t>
    </w:r>
    <w:r>
      <w:rPr>
        <w:rStyle w:val="Zvraznn"/>
      </w:rPr>
      <w:t>3</w:t>
    </w:r>
    <w:r w:rsidRPr="00986260">
      <w:rPr>
        <w:rStyle w:val="Zvraznn"/>
      </w:rPr>
      <w:t xml:space="preserve"> Výzvy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6DAB"/>
    <w:rsid w:val="000E088D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0413C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C7054"/>
    <w:rsid w:val="005F1404"/>
    <w:rsid w:val="005F15EC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2155C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642B"/>
    <w:rsid w:val="00922385"/>
    <w:rsid w:val="009223DF"/>
    <w:rsid w:val="00923DE9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E07F4"/>
    <w:rsid w:val="009F392E"/>
    <w:rsid w:val="009F7412"/>
    <w:rsid w:val="00A06F33"/>
    <w:rsid w:val="00A1175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2464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328"/>
    <w:rsid w:val="00DE56F2"/>
    <w:rsid w:val="00DF116D"/>
    <w:rsid w:val="00E36C4A"/>
    <w:rsid w:val="00E9723F"/>
    <w:rsid w:val="00EB104F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56A0E"/>
    <w:rsid w:val="00F659EB"/>
    <w:rsid w:val="00F86BA6"/>
    <w:rsid w:val="00F87457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F75E81286181425CA8BA17995185351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66CC5CB-5D89-47BC-994C-5418EE3B4611}"/>
      </w:docPartPr>
      <w:docPartBody>
        <w:p w:rsidR="00DB3D9A" w:rsidRDefault="00DB3D9A" w:rsidP="00DB3D9A">
          <w:pPr>
            <w:pStyle w:val="F75E81286181425CA8BA17995185351B"/>
          </w:pPr>
          <w:r w:rsidRPr="004327EE">
            <w:rPr>
              <w:rStyle w:val="Zstupntext"/>
            </w:rPr>
            <w:t>Zvolte položku.</w:t>
          </w:r>
        </w:p>
      </w:docPartBody>
    </w:docPart>
    <w:docPart>
      <w:docPartPr>
        <w:name w:val="8AC7064736654E24A1DF2076B87347C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4011324-77E0-4735-9484-D7AE73585875}"/>
      </w:docPartPr>
      <w:docPartBody>
        <w:p w:rsidR="00DB3D9A" w:rsidRDefault="00DB3D9A" w:rsidP="00DB3D9A">
          <w:pPr>
            <w:pStyle w:val="8AC7064736654E24A1DF2076B87347CD"/>
          </w:pPr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0E088D"/>
    <w:rsid w:val="0030413C"/>
    <w:rsid w:val="0049171C"/>
    <w:rsid w:val="00710200"/>
    <w:rsid w:val="0087094D"/>
    <w:rsid w:val="00B72819"/>
    <w:rsid w:val="00BE31C7"/>
    <w:rsid w:val="00C601C7"/>
    <w:rsid w:val="00DB3D9A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DB3D9A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F75E81286181425CA8BA17995185351B">
    <w:name w:val="F75E81286181425CA8BA17995185351B"/>
    <w:rsid w:val="00DB3D9A"/>
    <w:rPr>
      <w:kern w:val="2"/>
      <w14:ligatures w14:val="standardContextual"/>
    </w:rPr>
  </w:style>
  <w:style w:type="paragraph" w:customStyle="1" w:styleId="8AC7064736654E24A1DF2076B87347CD">
    <w:name w:val="8AC7064736654E24A1DF2076B87347CD"/>
    <w:rsid w:val="00DB3D9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2650C2EBB6A5C4FB7FE968C7E12A504" ma:contentTypeVersion="2" ma:contentTypeDescription="Vytvoří nový dokument" ma:contentTypeScope="" ma:versionID="eacb814c45373f3a5c3c48a6fb747e66">
  <xsd:schema xmlns:xsd="http://www.w3.org/2001/XMLSchema" xmlns:xs="http://www.w3.org/2001/XMLSchema" xmlns:p="http://schemas.microsoft.com/office/2006/metadata/properties" xmlns:ns2="24bd7335-73fa-4289-ac41-e1198b3533d9" targetNamespace="http://schemas.microsoft.com/office/2006/metadata/properties" ma:root="true" ma:fieldsID="c19c58b0c3982510ff76aecc94950ea8" ns2:_="">
    <xsd:import namespace="24bd7335-73fa-4289-ac41-e1198b3533d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bd7335-73fa-4289-ac41-e1198b3533d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B46B08-FDD9-42EE-B847-1C15585FA4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bd7335-73fa-4289-ac41-e1198b3533d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0</TotalTime>
  <Pages>2</Pages>
  <Words>463</Words>
  <Characters>2738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Jurmanová Patricie</cp:lastModifiedBy>
  <cp:revision>15</cp:revision>
  <cp:lastPrinted>2017-11-28T17:18:00Z</cp:lastPrinted>
  <dcterms:created xsi:type="dcterms:W3CDTF">2023-11-16T10:29:00Z</dcterms:created>
  <dcterms:modified xsi:type="dcterms:W3CDTF">2025-12-03T08:05:00Z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0x01010052650C2EBB6A5C4FB7FE968C7E12A504</vt:lpwstr>
  </property>
  <property fmtid="{D5CDD505-2E9C-101B-9397-08002B2CF9AE}" pid="3" name="URL">
    <vt:lpwstr/>
  </property>
</Properties>
</file>